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A07E5C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A07E5C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A07E5C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A07E5C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239CB" w:rsidRDefault="006D5CAF" w:rsidP="00CB268A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 xml:space="preserve">výměna </w:t>
            </w:r>
            <w:r w:rsidR="00534787">
              <w:rPr>
                <w:b/>
                <w:bCs/>
                <w:caps/>
                <w:color w:val="FF0000"/>
                <w:sz w:val="24"/>
              </w:rPr>
              <w:t>potru</w:t>
            </w:r>
            <w:bookmarkStart w:id="0" w:name="_GoBack"/>
            <w:bookmarkEnd w:id="0"/>
            <w:r w:rsidR="00CB268A">
              <w:rPr>
                <w:b/>
                <w:bCs/>
                <w:caps/>
                <w:color w:val="FF0000"/>
                <w:sz w:val="24"/>
              </w:rPr>
              <w:t>bí vratného kalu – čov uherský brod</w:t>
            </w:r>
          </w:p>
        </w:tc>
      </w:tr>
      <w:tr w:rsidR="000C5AE1" w:rsidRPr="003D1519" w:rsidTr="00A07E5C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A07E5C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A07E5C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81996" w:rsidP="00A07E5C">
            <w:pPr>
              <w:rPr>
                <w:szCs w:val="20"/>
              </w:rPr>
            </w:pPr>
            <w:r>
              <w:t xml:space="preserve">Ing. </w:t>
            </w:r>
            <w:r w:rsidR="00A07E5C">
              <w:t>Miroslav Polášek, místostarosta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F2E7B" w:rsidP="0062464A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Libor</w:t>
            </w:r>
            <w:r w:rsidR="0062464A">
              <w:rPr>
                <w:szCs w:val="20"/>
              </w:rPr>
              <w:t xml:space="preserve"> Manda, DiS.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1F2E7B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5271B4">
              <w:rPr>
                <w:szCs w:val="20"/>
              </w:rPr>
              <w:t>6</w:t>
            </w:r>
          </w:p>
        </w:tc>
      </w:tr>
      <w:tr w:rsidR="000C5AE1" w:rsidRPr="003D1519" w:rsidTr="00A07E5C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5271B4" w:rsidP="001F2E7B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libor.manda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A07E5C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3E52F7" w:rsidP="003E52F7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</w:t>
            </w:r>
            <w:r w:rsidR="005E22BD"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A07E5C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A07E5C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A07E5C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A07E5C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A07E5C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A07E5C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A07E5C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A07E5C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F1350C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116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51F86"/>
    <w:rsid w:val="00081996"/>
    <w:rsid w:val="00082A74"/>
    <w:rsid w:val="00086566"/>
    <w:rsid w:val="000925E0"/>
    <w:rsid w:val="000B7EBE"/>
    <w:rsid w:val="000C473A"/>
    <w:rsid w:val="000C5AE1"/>
    <w:rsid w:val="000D0185"/>
    <w:rsid w:val="000D1A12"/>
    <w:rsid w:val="001241C7"/>
    <w:rsid w:val="0013083C"/>
    <w:rsid w:val="001348AF"/>
    <w:rsid w:val="00153290"/>
    <w:rsid w:val="00163C41"/>
    <w:rsid w:val="00173CB8"/>
    <w:rsid w:val="00190042"/>
    <w:rsid w:val="00195030"/>
    <w:rsid w:val="001B20DB"/>
    <w:rsid w:val="001F2E7B"/>
    <w:rsid w:val="00200310"/>
    <w:rsid w:val="0020157C"/>
    <w:rsid w:val="00203C3F"/>
    <w:rsid w:val="00221794"/>
    <w:rsid w:val="00221F90"/>
    <w:rsid w:val="00223B8C"/>
    <w:rsid w:val="002269FE"/>
    <w:rsid w:val="0022798A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1007"/>
    <w:rsid w:val="00296AB3"/>
    <w:rsid w:val="002B5934"/>
    <w:rsid w:val="002B7483"/>
    <w:rsid w:val="002C51AF"/>
    <w:rsid w:val="002D0F22"/>
    <w:rsid w:val="002E0D4E"/>
    <w:rsid w:val="002E330B"/>
    <w:rsid w:val="003239CB"/>
    <w:rsid w:val="003324F6"/>
    <w:rsid w:val="0035013C"/>
    <w:rsid w:val="00356BE2"/>
    <w:rsid w:val="00366938"/>
    <w:rsid w:val="00375516"/>
    <w:rsid w:val="00394267"/>
    <w:rsid w:val="003B5670"/>
    <w:rsid w:val="003D1519"/>
    <w:rsid w:val="003D2707"/>
    <w:rsid w:val="003D6916"/>
    <w:rsid w:val="003E52F7"/>
    <w:rsid w:val="00414644"/>
    <w:rsid w:val="00446E0D"/>
    <w:rsid w:val="004812D9"/>
    <w:rsid w:val="00482021"/>
    <w:rsid w:val="00482646"/>
    <w:rsid w:val="00485AFF"/>
    <w:rsid w:val="004966F6"/>
    <w:rsid w:val="004A1DE9"/>
    <w:rsid w:val="004A4CBC"/>
    <w:rsid w:val="004F6826"/>
    <w:rsid w:val="00521D50"/>
    <w:rsid w:val="005271B4"/>
    <w:rsid w:val="00534787"/>
    <w:rsid w:val="005440D0"/>
    <w:rsid w:val="00555709"/>
    <w:rsid w:val="00570C96"/>
    <w:rsid w:val="005738A1"/>
    <w:rsid w:val="0058090B"/>
    <w:rsid w:val="00592F4C"/>
    <w:rsid w:val="005946DC"/>
    <w:rsid w:val="005A77D5"/>
    <w:rsid w:val="005C53C9"/>
    <w:rsid w:val="005D0FC2"/>
    <w:rsid w:val="005E22BD"/>
    <w:rsid w:val="005F4D11"/>
    <w:rsid w:val="005F5DD4"/>
    <w:rsid w:val="00601690"/>
    <w:rsid w:val="0060369A"/>
    <w:rsid w:val="0062464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6D5CAF"/>
    <w:rsid w:val="006E7CEA"/>
    <w:rsid w:val="006F0CD1"/>
    <w:rsid w:val="00700659"/>
    <w:rsid w:val="00724052"/>
    <w:rsid w:val="00735931"/>
    <w:rsid w:val="007406A7"/>
    <w:rsid w:val="00740754"/>
    <w:rsid w:val="00747654"/>
    <w:rsid w:val="0077296D"/>
    <w:rsid w:val="007806EF"/>
    <w:rsid w:val="00784D09"/>
    <w:rsid w:val="00791F92"/>
    <w:rsid w:val="007A2338"/>
    <w:rsid w:val="007A62CF"/>
    <w:rsid w:val="007B24B9"/>
    <w:rsid w:val="007D00C7"/>
    <w:rsid w:val="007D057D"/>
    <w:rsid w:val="007D7452"/>
    <w:rsid w:val="00802F93"/>
    <w:rsid w:val="00803D61"/>
    <w:rsid w:val="0084252E"/>
    <w:rsid w:val="00844089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F7609"/>
    <w:rsid w:val="00917D17"/>
    <w:rsid w:val="00921453"/>
    <w:rsid w:val="00933528"/>
    <w:rsid w:val="00934290"/>
    <w:rsid w:val="00941212"/>
    <w:rsid w:val="00950E9E"/>
    <w:rsid w:val="00951D0D"/>
    <w:rsid w:val="00980304"/>
    <w:rsid w:val="009A7AA8"/>
    <w:rsid w:val="009D23C8"/>
    <w:rsid w:val="009D3BB7"/>
    <w:rsid w:val="009E2520"/>
    <w:rsid w:val="009F2C35"/>
    <w:rsid w:val="00A07E5C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B6C42"/>
    <w:rsid w:val="00AE25AF"/>
    <w:rsid w:val="00AE7A4B"/>
    <w:rsid w:val="00AF4AEE"/>
    <w:rsid w:val="00B0726C"/>
    <w:rsid w:val="00B34BF5"/>
    <w:rsid w:val="00B377AA"/>
    <w:rsid w:val="00B444BB"/>
    <w:rsid w:val="00B513A6"/>
    <w:rsid w:val="00B56A63"/>
    <w:rsid w:val="00B813E2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33715"/>
    <w:rsid w:val="00C46CEE"/>
    <w:rsid w:val="00C807F7"/>
    <w:rsid w:val="00CB268A"/>
    <w:rsid w:val="00CB61E5"/>
    <w:rsid w:val="00CD5A9A"/>
    <w:rsid w:val="00CD7E4E"/>
    <w:rsid w:val="00CE15C9"/>
    <w:rsid w:val="00D25823"/>
    <w:rsid w:val="00D3005E"/>
    <w:rsid w:val="00D536D8"/>
    <w:rsid w:val="00D57F44"/>
    <w:rsid w:val="00D85FB7"/>
    <w:rsid w:val="00DC1457"/>
    <w:rsid w:val="00DC7DF9"/>
    <w:rsid w:val="00DE3786"/>
    <w:rsid w:val="00E00FE2"/>
    <w:rsid w:val="00E279E6"/>
    <w:rsid w:val="00E35582"/>
    <w:rsid w:val="00E64AC8"/>
    <w:rsid w:val="00E70E01"/>
    <w:rsid w:val="00E86DCF"/>
    <w:rsid w:val="00E92520"/>
    <w:rsid w:val="00EA620F"/>
    <w:rsid w:val="00EB1989"/>
    <w:rsid w:val="00EC2165"/>
    <w:rsid w:val="00F03382"/>
    <w:rsid w:val="00F1350C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1617"/>
    <o:shapelayout v:ext="edit">
      <o:idmap v:ext="edit" data="1"/>
    </o:shapelayout>
  </w:shapeDefaults>
  <w:doNotEmbedSmartTags/>
  <w:decimalSymbol w:val=","/>
  <w:listSeparator w:val=";"/>
  <w15:docId w15:val="{BB30F209-1106-4118-9A6D-40C34659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C945E7-CA4F-4C5E-9ED5-470E82A4B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F29F6CC6</Template>
  <TotalTime>1</TotalTime>
  <Pages>1</Pages>
  <Words>239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4</cp:revision>
  <cp:lastPrinted>2022-09-06T08:53:00Z</cp:lastPrinted>
  <dcterms:created xsi:type="dcterms:W3CDTF">2025-05-14T07:48:00Z</dcterms:created>
  <dcterms:modified xsi:type="dcterms:W3CDTF">2025-05-16T06:07:00Z</dcterms:modified>
</cp:coreProperties>
</file>